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16754" w14:textId="77777777" w:rsidR="006E5D65" w:rsidRPr="006E23A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E23AC">
        <w:rPr>
          <w:rFonts w:ascii="Corbel" w:hAnsi="Corbel"/>
          <w:bCs/>
          <w:i/>
        </w:rPr>
        <w:t xml:space="preserve">Załącznik nr </w:t>
      </w:r>
      <w:r w:rsidR="006F31E2" w:rsidRPr="006E23AC">
        <w:rPr>
          <w:rFonts w:ascii="Corbel" w:hAnsi="Corbel"/>
          <w:bCs/>
          <w:i/>
        </w:rPr>
        <w:t>1.5</w:t>
      </w:r>
      <w:r w:rsidR="00D8678B" w:rsidRPr="006E23AC">
        <w:rPr>
          <w:rFonts w:ascii="Corbel" w:hAnsi="Corbel"/>
          <w:bCs/>
          <w:i/>
        </w:rPr>
        <w:t xml:space="preserve"> do Zarządzenia</w:t>
      </w:r>
      <w:r w:rsidR="002A22BF" w:rsidRPr="006E23AC">
        <w:rPr>
          <w:rFonts w:ascii="Corbel" w:hAnsi="Corbel"/>
          <w:bCs/>
          <w:i/>
        </w:rPr>
        <w:t xml:space="preserve"> Rektora UR </w:t>
      </w:r>
      <w:r w:rsidRPr="006E23AC">
        <w:rPr>
          <w:rFonts w:ascii="Corbel" w:hAnsi="Corbel"/>
          <w:bCs/>
          <w:i/>
        </w:rPr>
        <w:t xml:space="preserve"> nr </w:t>
      </w:r>
      <w:r w:rsidR="00F17567" w:rsidRPr="006E23AC">
        <w:rPr>
          <w:rFonts w:ascii="Corbel" w:hAnsi="Corbel"/>
          <w:bCs/>
          <w:i/>
        </w:rPr>
        <w:t>12/2019</w:t>
      </w:r>
    </w:p>
    <w:p w14:paraId="3995BE95" w14:textId="77777777" w:rsidR="0085747A" w:rsidRPr="006E23A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SYLABUS</w:t>
      </w:r>
    </w:p>
    <w:p w14:paraId="40BD3564" w14:textId="77777777" w:rsidR="00DC6D0C" w:rsidRPr="006E23AC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E23A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2020-2022 </w:t>
      </w:r>
    </w:p>
    <w:p w14:paraId="35B6204F" w14:textId="77777777" w:rsidR="00445970" w:rsidRPr="006E23AC" w:rsidRDefault="00445970" w:rsidP="004A1B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23AC">
        <w:rPr>
          <w:rFonts w:ascii="Corbel" w:hAnsi="Corbel"/>
          <w:sz w:val="20"/>
          <w:szCs w:val="20"/>
        </w:rPr>
        <w:t xml:space="preserve">Rok akademicki </w:t>
      </w:r>
      <w:r w:rsidR="0024281D" w:rsidRPr="006E23AC">
        <w:rPr>
          <w:rFonts w:ascii="Corbel" w:hAnsi="Corbel"/>
          <w:sz w:val="20"/>
          <w:szCs w:val="20"/>
        </w:rPr>
        <w:t>202</w:t>
      </w:r>
      <w:r w:rsidR="004A1B71" w:rsidRPr="006E23AC">
        <w:rPr>
          <w:rFonts w:ascii="Corbel" w:hAnsi="Corbel"/>
          <w:sz w:val="20"/>
          <w:szCs w:val="20"/>
        </w:rPr>
        <w:t>1</w:t>
      </w:r>
      <w:r w:rsidR="0024281D" w:rsidRPr="006E23AC">
        <w:rPr>
          <w:rFonts w:ascii="Corbel" w:hAnsi="Corbel"/>
          <w:sz w:val="20"/>
          <w:szCs w:val="20"/>
        </w:rPr>
        <w:t>/202</w:t>
      </w:r>
      <w:r w:rsidR="004A1B71" w:rsidRPr="006E23AC">
        <w:rPr>
          <w:rFonts w:ascii="Corbel" w:hAnsi="Corbel"/>
          <w:sz w:val="20"/>
          <w:szCs w:val="20"/>
        </w:rPr>
        <w:t>2</w:t>
      </w:r>
    </w:p>
    <w:p w14:paraId="27024E84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1E8AF34C" w14:textId="77777777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53A4802D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52A8CE4A" w14:textId="77777777" w:rsidTr="004A1B71">
        <w:tc>
          <w:tcPr>
            <w:tcW w:w="2694" w:type="dxa"/>
            <w:vAlign w:val="center"/>
          </w:tcPr>
          <w:p w14:paraId="68D628D2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E8DE65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7CE8088F" w14:textId="77777777" w:rsidTr="004A1B71">
        <w:tc>
          <w:tcPr>
            <w:tcW w:w="2694" w:type="dxa"/>
            <w:vAlign w:val="center"/>
          </w:tcPr>
          <w:p w14:paraId="30FEC1A1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5701AC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22BE04B7" w14:textId="77777777" w:rsidTr="004A1B71">
        <w:tc>
          <w:tcPr>
            <w:tcW w:w="2694" w:type="dxa"/>
            <w:vAlign w:val="center"/>
          </w:tcPr>
          <w:p w14:paraId="6C9D576C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2FC5A4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2C2886C4" w14:textId="77777777" w:rsidTr="004A1B71">
        <w:tc>
          <w:tcPr>
            <w:tcW w:w="2694" w:type="dxa"/>
            <w:vAlign w:val="center"/>
          </w:tcPr>
          <w:p w14:paraId="6EC795C1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C8EC92" w14:textId="77777777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00C32AE0" w14:textId="77777777" w:rsidTr="004A1B71">
        <w:tc>
          <w:tcPr>
            <w:tcW w:w="2694" w:type="dxa"/>
            <w:vAlign w:val="center"/>
          </w:tcPr>
          <w:p w14:paraId="29C6CC12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8F913A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20D7E356" w14:textId="77777777" w:rsidTr="004A1B71">
        <w:tc>
          <w:tcPr>
            <w:tcW w:w="2694" w:type="dxa"/>
            <w:vAlign w:val="center"/>
          </w:tcPr>
          <w:p w14:paraId="5A508DD1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D7ED7" w14:textId="77777777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64DF2225" w14:textId="77777777" w:rsidTr="004A1B71">
        <w:tc>
          <w:tcPr>
            <w:tcW w:w="2694" w:type="dxa"/>
            <w:vAlign w:val="center"/>
          </w:tcPr>
          <w:p w14:paraId="15391CE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17A343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E23AC" w14:paraId="5D67D65B" w14:textId="77777777" w:rsidTr="004A1B71">
        <w:tc>
          <w:tcPr>
            <w:tcW w:w="2694" w:type="dxa"/>
            <w:vAlign w:val="center"/>
          </w:tcPr>
          <w:p w14:paraId="5F2DD95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F851D2" w14:textId="7B372F41" w:rsidR="0085747A" w:rsidRPr="006E23AC" w:rsidRDefault="003E23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E23AC" w14:paraId="376847FE" w14:textId="77777777" w:rsidTr="004A1B71">
        <w:tc>
          <w:tcPr>
            <w:tcW w:w="2694" w:type="dxa"/>
            <w:vAlign w:val="center"/>
          </w:tcPr>
          <w:p w14:paraId="73973EA4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4B14C4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6E23AC" w14:paraId="01EB7543" w14:textId="77777777" w:rsidTr="004A1B71">
        <w:tc>
          <w:tcPr>
            <w:tcW w:w="2694" w:type="dxa"/>
            <w:vAlign w:val="center"/>
          </w:tcPr>
          <w:p w14:paraId="369EBC3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A7FEED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53660B41" w14:textId="77777777" w:rsidTr="004A1B71">
        <w:tc>
          <w:tcPr>
            <w:tcW w:w="2694" w:type="dxa"/>
            <w:vAlign w:val="center"/>
          </w:tcPr>
          <w:p w14:paraId="40FE306F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94D96C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1BA02806" w14:textId="77777777" w:rsidTr="004A1B71">
        <w:tc>
          <w:tcPr>
            <w:tcW w:w="2694" w:type="dxa"/>
            <w:vAlign w:val="center"/>
          </w:tcPr>
          <w:p w14:paraId="0CCAA2B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D21C9A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6E23AC" w14:paraId="13C14B0E" w14:textId="77777777" w:rsidTr="004A1B71">
        <w:tc>
          <w:tcPr>
            <w:tcW w:w="2694" w:type="dxa"/>
            <w:vAlign w:val="center"/>
          </w:tcPr>
          <w:p w14:paraId="6A2C2D1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CBC7EB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796912E7" w14:textId="77777777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Pr="006E23A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4F07184F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3C7A38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37CC606E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A94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4650216C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0627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B87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C2AF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822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C094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ACB81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D04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36E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842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23AC" w14:paraId="024E530B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2AA3" w14:textId="77777777" w:rsidR="00015B8F" w:rsidRPr="006E23AC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7E6B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8220" w14:textId="624E3B13" w:rsidR="00015B8F" w:rsidRPr="006E23AC" w:rsidRDefault="003E2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C263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5C16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D1E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96C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9FB0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F967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D5CA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D48A5E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CCEE0F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4DD57F97" w14:textId="77777777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28CA6A7" w14:textId="77777777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E207EB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56A580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przedmiotu </w:t>
      </w:r>
      <w:r w:rsidRPr="006E23AC">
        <w:rPr>
          <w:rFonts w:ascii="Corbel" w:hAnsi="Corbel"/>
          <w:smallCaps w:val="0"/>
          <w:szCs w:val="24"/>
        </w:rPr>
        <w:t xml:space="preserve"> (z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180540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718E5BB6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6151CB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67EA379" w14:textId="77777777" w:rsidTr="00745302">
        <w:tc>
          <w:tcPr>
            <w:tcW w:w="9670" w:type="dxa"/>
          </w:tcPr>
          <w:p w14:paraId="198BE28B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63521C8A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1DD430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73623184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28D5E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77C5FEBA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5D7DBDEC" w14:textId="77777777" w:rsidTr="00E51F0A">
        <w:tc>
          <w:tcPr>
            <w:tcW w:w="845" w:type="dxa"/>
            <w:vAlign w:val="center"/>
          </w:tcPr>
          <w:p w14:paraId="01CA0C8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4F3A56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68E6ED02" w14:textId="77777777" w:rsidTr="00E51F0A">
        <w:tc>
          <w:tcPr>
            <w:tcW w:w="845" w:type="dxa"/>
            <w:vAlign w:val="center"/>
          </w:tcPr>
          <w:p w14:paraId="3BEBFEEC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79F64B2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1058AA35" w14:textId="77777777" w:rsidTr="00E51F0A">
        <w:tc>
          <w:tcPr>
            <w:tcW w:w="845" w:type="dxa"/>
            <w:vAlign w:val="center"/>
          </w:tcPr>
          <w:p w14:paraId="7E1F589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968428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3486652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E38853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0DF194FF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4ADE3D43" w14:textId="77777777" w:rsidTr="3FE39A7F">
        <w:tc>
          <w:tcPr>
            <w:tcW w:w="1681" w:type="dxa"/>
            <w:vAlign w:val="center"/>
          </w:tcPr>
          <w:p w14:paraId="07EDC100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11BF9E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EF0E718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7EE9D8B6" w14:textId="77777777" w:rsidTr="3FE39A7F">
        <w:tc>
          <w:tcPr>
            <w:tcW w:w="1681" w:type="dxa"/>
            <w:vAlign w:val="center"/>
          </w:tcPr>
          <w:p w14:paraId="4AE1205C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9A34E47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48FEC000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7018A167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7BF4F1B6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AE2203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BB732A5" w14:textId="77777777" w:rsidTr="3FE39A7F">
        <w:tc>
          <w:tcPr>
            <w:tcW w:w="1681" w:type="dxa"/>
            <w:vAlign w:val="center"/>
          </w:tcPr>
          <w:p w14:paraId="6C2BB939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46DAA54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5E2C44A3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6351FF2C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00E51F0A" w:rsidRPr="006E23AC" w14:paraId="028B351D" w14:textId="77777777" w:rsidTr="3FE39A7F">
        <w:tc>
          <w:tcPr>
            <w:tcW w:w="1681" w:type="dxa"/>
            <w:vAlign w:val="center"/>
          </w:tcPr>
          <w:p w14:paraId="1E1EC0DB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1CD94E07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57932C6C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441C08D2" w14:textId="77777777" w:rsidR="00E51F0A" w:rsidRPr="006E23AC" w:rsidRDefault="00E51F0A" w:rsidP="006167C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260C7B42" w14:textId="77777777" w:rsidTr="3FE39A7F">
        <w:tc>
          <w:tcPr>
            <w:tcW w:w="1681" w:type="dxa"/>
            <w:vAlign w:val="center"/>
          </w:tcPr>
          <w:p w14:paraId="31813E53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640D71D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0893FAA" w14:textId="2B4AA143" w:rsidR="0062004D" w:rsidRPr="006E23AC" w:rsidRDefault="114C0421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C6283E">
              <w:rPr>
                <w:rFonts w:ascii="Corbel" w:hAnsi="Corbel" w:cs="Times New Roman"/>
              </w:rPr>
              <w:t>4</w:t>
            </w:r>
          </w:p>
          <w:p w14:paraId="6C5C2536" w14:textId="77777777" w:rsidR="0062004D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3FE39A7F" w:rsidRPr="006E23AC" w14:paraId="79213816" w14:textId="77777777" w:rsidTr="3FE39A7F">
        <w:tc>
          <w:tcPr>
            <w:tcW w:w="1702" w:type="dxa"/>
            <w:vAlign w:val="center"/>
          </w:tcPr>
          <w:p w14:paraId="47E16985" w14:textId="77777777" w:rsidR="172E6863" w:rsidRPr="006E23AC" w:rsidRDefault="172E6863" w:rsidP="3FE39A7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2D99E54A" w14:textId="77777777" w:rsidR="172E6863" w:rsidRPr="006E23AC" w:rsidRDefault="172E6863" w:rsidP="006E23AC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03FE16C9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45BCDAC3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K_U12</w:t>
            </w:r>
          </w:p>
        </w:tc>
      </w:tr>
      <w:tr w:rsidR="00E51F0A" w:rsidRPr="006E23AC" w14:paraId="4F590A37" w14:textId="77777777" w:rsidTr="3FE39A7F">
        <w:tc>
          <w:tcPr>
            <w:tcW w:w="1681" w:type="dxa"/>
            <w:vAlign w:val="center"/>
          </w:tcPr>
          <w:p w14:paraId="0A71AE9D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46447202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AD6A0AD" w14:textId="77777777" w:rsidR="00E51F0A" w:rsidRPr="006E23AC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26DEE08B" w14:textId="77777777" w:rsidR="006167CC" w:rsidRPr="006E23AC" w:rsidRDefault="006167CC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K_K05</w:t>
            </w:r>
          </w:p>
        </w:tc>
      </w:tr>
    </w:tbl>
    <w:p w14:paraId="25E9B207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F8C6A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9A7821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55FF579D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3FD102C5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84CBDB1" w14:textId="77777777" w:rsidTr="00E51F0A">
        <w:tc>
          <w:tcPr>
            <w:tcW w:w="9520" w:type="dxa"/>
          </w:tcPr>
          <w:p w14:paraId="50640626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1D167686" w14:textId="77777777" w:rsidTr="00E51F0A">
        <w:tc>
          <w:tcPr>
            <w:tcW w:w="9520" w:type="dxa"/>
          </w:tcPr>
          <w:p w14:paraId="2315F9A2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4AB6AF55" w14:textId="77777777" w:rsidTr="00E51F0A">
        <w:tc>
          <w:tcPr>
            <w:tcW w:w="9520" w:type="dxa"/>
          </w:tcPr>
          <w:p w14:paraId="01CDAEC7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5740D8B4" w14:textId="77777777" w:rsidTr="00E51F0A">
        <w:tc>
          <w:tcPr>
            <w:tcW w:w="9520" w:type="dxa"/>
          </w:tcPr>
          <w:p w14:paraId="5D711BB5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6A5532B5" w14:textId="77777777" w:rsidTr="00E51F0A">
        <w:tc>
          <w:tcPr>
            <w:tcW w:w="9520" w:type="dxa"/>
          </w:tcPr>
          <w:p w14:paraId="6DC64515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61874229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21B21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74D77A9B" w14:textId="77777777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>gra dydaktyczna, praca indywidualna i w grupach,  dyskusja; w formie tradycyjnej lub realizowane przy pomocy platformy MS Teams.</w:t>
      </w:r>
    </w:p>
    <w:p w14:paraId="0987804D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51C458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E62A8E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FB411C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52FD9980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F6A488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4212D7DD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060310E" w14:textId="77777777" w:rsidTr="3FE39A7F">
        <w:tc>
          <w:tcPr>
            <w:tcW w:w="1962" w:type="dxa"/>
            <w:vAlign w:val="center"/>
          </w:tcPr>
          <w:p w14:paraId="67F006AF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E3D59C3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A98727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B299A5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BD0471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6E23AC" w14:paraId="00C831BC" w14:textId="77777777" w:rsidTr="3FE39A7F">
        <w:tc>
          <w:tcPr>
            <w:tcW w:w="1962" w:type="dxa"/>
          </w:tcPr>
          <w:p w14:paraId="05469CF0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00FF552C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E731A63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5F983F8F" w14:textId="77777777" w:rsidTr="3FE39A7F">
        <w:tc>
          <w:tcPr>
            <w:tcW w:w="1962" w:type="dxa"/>
          </w:tcPr>
          <w:p w14:paraId="1B28BB89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04AF4021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23BEA4C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28A1AB9D" w14:textId="77777777" w:rsidTr="3FE39A7F">
        <w:tc>
          <w:tcPr>
            <w:tcW w:w="1962" w:type="dxa"/>
          </w:tcPr>
          <w:p w14:paraId="6ECB404A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6E53F1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96FE2B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50C825D0" w14:textId="77777777" w:rsidTr="3FE39A7F">
        <w:tc>
          <w:tcPr>
            <w:tcW w:w="1962" w:type="dxa"/>
          </w:tcPr>
          <w:p w14:paraId="5D416067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301C3C5D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4499AC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610E1713" w14:textId="77777777" w:rsidTr="3FE39A7F">
        <w:tc>
          <w:tcPr>
            <w:tcW w:w="1962" w:type="dxa"/>
          </w:tcPr>
          <w:p w14:paraId="295F7D99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4F6212AD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0734441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74C7AE9D" w14:textId="77777777" w:rsidTr="3FE39A7F">
        <w:tc>
          <w:tcPr>
            <w:tcW w:w="1962" w:type="dxa"/>
          </w:tcPr>
          <w:p w14:paraId="74982D36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D0B58D9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75C236D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2B82A8B5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F0257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5F59B499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4BDD31A2" w14:textId="77777777" w:rsidTr="00923D7D">
        <w:tc>
          <w:tcPr>
            <w:tcW w:w="9670" w:type="dxa"/>
          </w:tcPr>
          <w:p w14:paraId="0F722821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297A2599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4E012D7B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E3AABCA" w14:textId="77777777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7FC5F81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BFEFF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0258B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E23AC" w14:paraId="5447A224" w14:textId="77777777" w:rsidTr="003E1941">
        <w:tc>
          <w:tcPr>
            <w:tcW w:w="4962" w:type="dxa"/>
            <w:vAlign w:val="center"/>
          </w:tcPr>
          <w:p w14:paraId="7612941C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1C8ED62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146D6F00" w14:textId="77777777" w:rsidTr="00923D7D">
        <w:tc>
          <w:tcPr>
            <w:tcW w:w="4962" w:type="dxa"/>
          </w:tcPr>
          <w:p w14:paraId="5B241B3D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E23A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E23A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E23A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35DD09" w14:textId="684116D6" w:rsidR="0085747A" w:rsidRPr="006E23AC" w:rsidRDefault="003E2326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6E23AC" w14:paraId="0432AC10" w14:textId="77777777" w:rsidTr="00923D7D">
        <w:tc>
          <w:tcPr>
            <w:tcW w:w="4962" w:type="dxa"/>
          </w:tcPr>
          <w:p w14:paraId="4548067A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2D47FD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F2FB4AA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107932C9" w14:textId="77777777" w:rsidTr="00923D7D">
        <w:tc>
          <w:tcPr>
            <w:tcW w:w="4962" w:type="dxa"/>
          </w:tcPr>
          <w:p w14:paraId="26FF8E2C" w14:textId="77777777" w:rsidR="0071620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FDF5D7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0DCD1A5E" w14:textId="41CDB3BE" w:rsidR="00C61DC5" w:rsidRPr="006E23AC" w:rsidRDefault="003E2326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6E23AC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6E23AC" w14:paraId="7ED36DCC" w14:textId="77777777" w:rsidTr="00923D7D">
        <w:tc>
          <w:tcPr>
            <w:tcW w:w="4962" w:type="dxa"/>
          </w:tcPr>
          <w:p w14:paraId="149E0A0F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F4AE67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06AE2885" w14:textId="77777777" w:rsidTr="00923D7D">
        <w:tc>
          <w:tcPr>
            <w:tcW w:w="4962" w:type="dxa"/>
          </w:tcPr>
          <w:p w14:paraId="102816C9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FED13E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55267E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B2A81B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E80913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2FB0DBB8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4E4B567A" w14:textId="77777777" w:rsidTr="004A1B71">
        <w:trPr>
          <w:trHeight w:val="397"/>
          <w:jc w:val="center"/>
        </w:trPr>
        <w:tc>
          <w:tcPr>
            <w:tcW w:w="3544" w:type="dxa"/>
          </w:tcPr>
          <w:p w14:paraId="2EE9F611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91A3F2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6ACAE008" w14:textId="77777777" w:rsidTr="004A1B71">
        <w:trPr>
          <w:trHeight w:val="397"/>
          <w:jc w:val="center"/>
        </w:trPr>
        <w:tc>
          <w:tcPr>
            <w:tcW w:w="3544" w:type="dxa"/>
          </w:tcPr>
          <w:p w14:paraId="3B415ED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DF18E5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40180C1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B52AAE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69332263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549FE4DA" w14:textId="77777777" w:rsidTr="3FE39A7F">
        <w:trPr>
          <w:trHeight w:val="397"/>
        </w:trPr>
        <w:tc>
          <w:tcPr>
            <w:tcW w:w="7513" w:type="dxa"/>
          </w:tcPr>
          <w:p w14:paraId="69BB0D40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47F82F8F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14:paraId="17455C97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AFDC5F3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721D2C21" w14:textId="77777777" w:rsidTr="3FE39A7F">
        <w:trPr>
          <w:trHeight w:val="397"/>
        </w:trPr>
        <w:tc>
          <w:tcPr>
            <w:tcW w:w="7513" w:type="dxa"/>
          </w:tcPr>
          <w:p w14:paraId="151B566A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CEE478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201F9FC5" w14:textId="77777777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784109AD" w14:textId="77777777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>zara K., Kapitał kreatywny w przedsiębiorstwie, CeDeWu, Warszawa, 2019</w:t>
            </w:r>
          </w:p>
        </w:tc>
      </w:tr>
    </w:tbl>
    <w:p w14:paraId="6432D89C" w14:textId="77777777" w:rsidR="3FE39A7F" w:rsidRPr="006E23AC" w:rsidRDefault="3FE39A7F" w:rsidP="3FE39A7F">
      <w:pPr>
        <w:pStyle w:val="Punktygwne"/>
        <w:spacing w:before="0" w:after="0"/>
        <w:ind w:left="360"/>
      </w:pPr>
    </w:p>
    <w:p w14:paraId="0DACC4CC" w14:textId="77777777" w:rsidR="0085747A" w:rsidRPr="006E23AC" w:rsidRDefault="76737322" w:rsidP="3FE39A7F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38067DB5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15A0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0D380" w14:textId="77777777" w:rsidR="00CD1C49" w:rsidRDefault="00CD1C49" w:rsidP="00C16ABF">
      <w:pPr>
        <w:spacing w:after="0" w:line="240" w:lineRule="auto"/>
      </w:pPr>
      <w:r>
        <w:separator/>
      </w:r>
    </w:p>
  </w:endnote>
  <w:endnote w:type="continuationSeparator" w:id="0">
    <w:p w14:paraId="13290CDC" w14:textId="77777777" w:rsidR="00CD1C49" w:rsidRDefault="00CD1C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66C6F" w14:textId="77777777" w:rsidR="00CD1C49" w:rsidRDefault="00CD1C49" w:rsidP="00C16ABF">
      <w:pPr>
        <w:spacing w:after="0" w:line="240" w:lineRule="auto"/>
      </w:pPr>
      <w:r>
        <w:separator/>
      </w:r>
    </w:p>
  </w:footnote>
  <w:footnote w:type="continuationSeparator" w:id="0">
    <w:p w14:paraId="7D5CAB5B" w14:textId="77777777" w:rsidR="00CD1C49" w:rsidRDefault="00CD1C49" w:rsidP="00C16ABF">
      <w:pPr>
        <w:spacing w:after="0" w:line="240" w:lineRule="auto"/>
      </w:pPr>
      <w:r>
        <w:continuationSeparator/>
      </w:r>
    </w:p>
  </w:footnote>
  <w:footnote w:id="1">
    <w:p w14:paraId="02E0B0E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5B5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3A7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CE2"/>
    <w:rsid w:val="003E1941"/>
    <w:rsid w:val="003E22D3"/>
    <w:rsid w:val="003E2326"/>
    <w:rsid w:val="003E2FE6"/>
    <w:rsid w:val="003E49D5"/>
    <w:rsid w:val="003F205D"/>
    <w:rsid w:val="003F38C0"/>
    <w:rsid w:val="003F6E1D"/>
    <w:rsid w:val="00405E1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25A"/>
    <w:rsid w:val="005363C4"/>
    <w:rsid w:val="00536BDE"/>
    <w:rsid w:val="00543ACC"/>
    <w:rsid w:val="0055221B"/>
    <w:rsid w:val="0056696D"/>
    <w:rsid w:val="00567581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136"/>
    <w:rsid w:val="0061029B"/>
    <w:rsid w:val="006167CC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5E6"/>
    <w:rsid w:val="00766FD4"/>
    <w:rsid w:val="0078168C"/>
    <w:rsid w:val="00782A50"/>
    <w:rsid w:val="0078423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B6C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854"/>
    <w:rsid w:val="00A00ECC"/>
    <w:rsid w:val="00A155EE"/>
    <w:rsid w:val="00A2245B"/>
    <w:rsid w:val="00A30110"/>
    <w:rsid w:val="00A36899"/>
    <w:rsid w:val="00A371F6"/>
    <w:rsid w:val="00A43BF6"/>
    <w:rsid w:val="00A5363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203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83E"/>
    <w:rsid w:val="00C67E92"/>
    <w:rsid w:val="00C70A26"/>
    <w:rsid w:val="00C766DF"/>
    <w:rsid w:val="00C94B98"/>
    <w:rsid w:val="00CA2B96"/>
    <w:rsid w:val="00CA5089"/>
    <w:rsid w:val="00CA56E5"/>
    <w:rsid w:val="00CB5664"/>
    <w:rsid w:val="00CC14FE"/>
    <w:rsid w:val="00CD1C49"/>
    <w:rsid w:val="00CD6897"/>
    <w:rsid w:val="00CE5BAC"/>
    <w:rsid w:val="00CF25BE"/>
    <w:rsid w:val="00CF78ED"/>
    <w:rsid w:val="00D02B25"/>
    <w:rsid w:val="00D02EBA"/>
    <w:rsid w:val="00D06CDC"/>
    <w:rsid w:val="00D17C3C"/>
    <w:rsid w:val="00D26B2C"/>
    <w:rsid w:val="00D352C9"/>
    <w:rsid w:val="00D425B2"/>
    <w:rsid w:val="00D428D6"/>
    <w:rsid w:val="00D449AD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496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4100EAF"/>
    <w:rsid w:val="048067ED"/>
    <w:rsid w:val="0954634B"/>
    <w:rsid w:val="114C0421"/>
    <w:rsid w:val="172E6863"/>
    <w:rsid w:val="2587D452"/>
    <w:rsid w:val="26D3B6F0"/>
    <w:rsid w:val="29CC6064"/>
    <w:rsid w:val="2BBB3B5D"/>
    <w:rsid w:val="3AEA9AE2"/>
    <w:rsid w:val="3F339F8B"/>
    <w:rsid w:val="3FE39A7F"/>
    <w:rsid w:val="48327463"/>
    <w:rsid w:val="4EA1B5E7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5198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C477AF-67DC-4043-9F46-819ED97E63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E407F1-5638-4D86-9B87-9443C1F47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786</Words>
  <Characters>4717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4</cp:revision>
  <cp:lastPrinted>2019-02-06T12:12:00Z</cp:lastPrinted>
  <dcterms:created xsi:type="dcterms:W3CDTF">2020-12-20T05:56:00Z</dcterms:created>
  <dcterms:modified xsi:type="dcterms:W3CDTF">2021-02-09T06:55:00Z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